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D36D6" w14:textId="5243B6ED" w:rsidR="00155A51" w:rsidRPr="00780AE6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A717C2">
        <w:rPr>
          <w:b/>
        </w:rPr>
        <w:t>10</w:t>
      </w:r>
      <w:r w:rsidR="00371967">
        <w:rPr>
          <w:b/>
        </w:rPr>
        <w:t>.2025</w:t>
      </w:r>
      <w:r w:rsidR="00244496">
        <w:rPr>
          <w:b/>
        </w:rPr>
        <w:t xml:space="preserve">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780AE6">
        <w:t>Załącznik nr 1</w:t>
      </w:r>
      <w:r w:rsidR="002B57C1" w:rsidRPr="00780AE6">
        <w:t xml:space="preserve"> </w:t>
      </w:r>
      <w:r w:rsidR="00322B4C" w:rsidRPr="00780AE6">
        <w:t>do S</w:t>
      </w:r>
      <w:r w:rsidR="00C23AD4" w:rsidRPr="00780AE6">
        <w:t>WZ</w:t>
      </w:r>
    </w:p>
    <w:p w14:paraId="100D6399" w14:textId="77777777" w:rsidR="00B100C5" w:rsidRPr="00B100C5" w:rsidRDefault="00A828BB" w:rsidP="00B100C5">
      <w:r>
        <w:t xml:space="preserve"> </w:t>
      </w:r>
    </w:p>
    <w:p w14:paraId="6CB28C5E" w14:textId="2A327CE1" w:rsidR="00155A51" w:rsidRPr="00F364E3" w:rsidRDefault="006E3FDC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 xml:space="preserve">FORMULARZ </w:t>
      </w:r>
      <w:r w:rsidR="00155A51">
        <w:rPr>
          <w:b/>
          <w:sz w:val="36"/>
        </w:rPr>
        <w:t>OFERTOWY</w:t>
      </w:r>
    </w:p>
    <w:p w14:paraId="18BFDD4C" w14:textId="496B789D" w:rsidR="00155A51" w:rsidRDefault="009240A5">
      <w:pPr>
        <w:rPr>
          <w:sz w:val="28"/>
        </w:rPr>
      </w:pPr>
      <w:r>
        <w:rPr>
          <w:sz w:val="28"/>
        </w:rPr>
        <w:t xml:space="preserve">Nazwa </w:t>
      </w:r>
      <w:proofErr w:type="gramStart"/>
      <w:r>
        <w:rPr>
          <w:sz w:val="28"/>
        </w:rPr>
        <w:t>W</w:t>
      </w:r>
      <w:r w:rsidR="00155A51">
        <w:rPr>
          <w:sz w:val="28"/>
        </w:rPr>
        <w:t>ykonawcy .................................................</w:t>
      </w:r>
      <w:proofErr w:type="gramEnd"/>
      <w:r w:rsidR="00155A51">
        <w:rPr>
          <w:sz w:val="28"/>
        </w:rPr>
        <w:t>....................</w:t>
      </w:r>
      <w:r w:rsidR="00E818FE">
        <w:rPr>
          <w:sz w:val="28"/>
        </w:rPr>
        <w:t>.</w:t>
      </w:r>
      <w:r w:rsidR="00155A51">
        <w:rPr>
          <w:sz w:val="28"/>
        </w:rPr>
        <w:t>.........................</w:t>
      </w:r>
    </w:p>
    <w:p w14:paraId="13997CDC" w14:textId="6253BE68" w:rsidR="00155A51" w:rsidRDefault="009240A5">
      <w:pPr>
        <w:rPr>
          <w:sz w:val="28"/>
        </w:rPr>
      </w:pPr>
      <w:r>
        <w:rPr>
          <w:sz w:val="28"/>
        </w:rPr>
        <w:t xml:space="preserve">Siedziba </w:t>
      </w:r>
      <w:proofErr w:type="gramStart"/>
      <w:r>
        <w:rPr>
          <w:sz w:val="28"/>
        </w:rPr>
        <w:t>W</w:t>
      </w:r>
      <w:r w:rsidR="00155A51">
        <w:rPr>
          <w:sz w:val="28"/>
        </w:rPr>
        <w:t>ykonawcy .................................................</w:t>
      </w:r>
      <w:proofErr w:type="gramEnd"/>
      <w:r w:rsidR="00155A51">
        <w:rPr>
          <w:sz w:val="28"/>
        </w:rPr>
        <w:t>...........................................</w:t>
      </w:r>
    </w:p>
    <w:p w14:paraId="0257CC02" w14:textId="77777777"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14:paraId="7D3A1229" w14:textId="77777777"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</w:t>
      </w:r>
      <w:proofErr w:type="gramStart"/>
      <w:r>
        <w:rPr>
          <w:sz w:val="28"/>
          <w:lang w:val="de-DE"/>
        </w:rPr>
        <w:t>………………………………………………..</w:t>
      </w:r>
      <w:proofErr w:type="gramEnd"/>
    </w:p>
    <w:p w14:paraId="37D799E5" w14:textId="77777777"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proofErr w:type="gram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  <w:proofErr w:type="gramEnd"/>
    </w:p>
    <w:p w14:paraId="6537BF6E" w14:textId="77777777" w:rsidR="00155A51" w:rsidRDefault="00155A51">
      <w:pPr>
        <w:rPr>
          <w:sz w:val="28"/>
        </w:rPr>
      </w:pPr>
      <w:proofErr w:type="gramStart"/>
      <w:r w:rsidRPr="00845C14">
        <w:rPr>
          <w:sz w:val="28"/>
        </w:rPr>
        <w:t>e-mail</w:t>
      </w:r>
      <w:proofErr w:type="gramEnd"/>
      <w:r w:rsidRPr="00845C14">
        <w:rPr>
          <w:sz w:val="28"/>
        </w:rPr>
        <w:t>: ____________@______________________</w:t>
      </w:r>
    </w:p>
    <w:p w14:paraId="5711B67E" w14:textId="77777777" w:rsidR="00371967" w:rsidRPr="00894CA1" w:rsidRDefault="00371967" w:rsidP="00371967">
      <w:pPr>
        <w:spacing w:line="276" w:lineRule="auto"/>
        <w:rPr>
          <w:color w:val="0D0D0D" w:themeColor="text1" w:themeTint="F2"/>
          <w:sz w:val="28"/>
          <w:szCs w:val="28"/>
        </w:rPr>
      </w:pPr>
      <w:proofErr w:type="gramStart"/>
      <w:r w:rsidRPr="00894CA1">
        <w:rPr>
          <w:color w:val="0D0D0D" w:themeColor="text1" w:themeTint="F2"/>
          <w:sz w:val="28"/>
          <w:szCs w:val="28"/>
        </w:rPr>
        <w:t>numer</w:t>
      </w:r>
      <w:proofErr w:type="gramEnd"/>
      <w:r w:rsidRPr="00894CA1">
        <w:rPr>
          <w:color w:val="0D0D0D" w:themeColor="text1" w:themeTint="F2"/>
          <w:sz w:val="28"/>
          <w:szCs w:val="28"/>
        </w:rPr>
        <w:t xml:space="preserve"> ID techniczny z platformy </w:t>
      </w:r>
      <w:proofErr w:type="spellStart"/>
      <w:r w:rsidRPr="00894CA1">
        <w:rPr>
          <w:color w:val="0D0D0D" w:themeColor="text1" w:themeTint="F2"/>
          <w:sz w:val="28"/>
          <w:szCs w:val="28"/>
        </w:rPr>
        <w:t>eZamówienia</w:t>
      </w:r>
      <w:proofErr w:type="spellEnd"/>
      <w:r w:rsidRPr="00894CA1">
        <w:rPr>
          <w:color w:val="0D0D0D" w:themeColor="text1" w:themeTint="F2"/>
          <w:sz w:val="28"/>
          <w:szCs w:val="28"/>
        </w:rPr>
        <w:t>: ……………………</w:t>
      </w:r>
    </w:p>
    <w:p w14:paraId="4D3C8529" w14:textId="1F8958B0" w:rsidR="00F83178" w:rsidRDefault="00155A51" w:rsidP="00371967">
      <w:pPr>
        <w:rPr>
          <w:sz w:val="24"/>
          <w:szCs w:val="24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="002C4682">
        <w:rPr>
          <w:szCs w:val="28"/>
        </w:rPr>
        <w:tab/>
      </w:r>
    </w:p>
    <w:p w14:paraId="25CD47CB" w14:textId="09469177"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 xml:space="preserve">Zarząd Dróg i Zieleni </w:t>
      </w:r>
      <w:r w:rsidR="00060557">
        <w:rPr>
          <w:sz w:val="24"/>
          <w:szCs w:val="24"/>
        </w:rPr>
        <w:br/>
      </w:r>
      <w:r w:rsidRPr="007C0C7B">
        <w:rPr>
          <w:sz w:val="24"/>
          <w:szCs w:val="24"/>
        </w:rPr>
        <w:t>w Suwałkach</w:t>
      </w:r>
    </w:p>
    <w:p w14:paraId="4F47FEAD" w14:textId="77777777"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proofErr w:type="gramStart"/>
      <w:r w:rsidRPr="007C0C7B">
        <w:rPr>
          <w:b/>
          <w:sz w:val="24"/>
          <w:szCs w:val="24"/>
        </w:rPr>
        <w:t>ul</w:t>
      </w:r>
      <w:proofErr w:type="gramEnd"/>
      <w:r w:rsidRPr="007C0C7B">
        <w:rPr>
          <w:b/>
          <w:sz w:val="24"/>
          <w:szCs w:val="24"/>
        </w:rPr>
        <w:t>. Sejneńska 84</w:t>
      </w:r>
    </w:p>
    <w:p w14:paraId="18021B13" w14:textId="77777777" w:rsidR="00755696" w:rsidRPr="007C0C7B" w:rsidRDefault="00755696" w:rsidP="00755696">
      <w:pPr>
        <w:ind w:left="1269"/>
        <w:rPr>
          <w:b/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C0C7B">
        <w:rPr>
          <w:b/>
          <w:sz w:val="24"/>
          <w:szCs w:val="24"/>
        </w:rPr>
        <w:t>16-400 Suwałki</w:t>
      </w:r>
    </w:p>
    <w:p w14:paraId="23D574C8" w14:textId="1A0A6C48" w:rsidR="00322B4C" w:rsidRPr="00EE3132" w:rsidRDefault="00943D30" w:rsidP="000074E8">
      <w:pPr>
        <w:tabs>
          <w:tab w:val="left" w:pos="284"/>
        </w:tabs>
        <w:jc w:val="both"/>
        <w:rPr>
          <w:b/>
          <w:i/>
          <w:sz w:val="24"/>
          <w:szCs w:val="24"/>
        </w:rPr>
      </w:pPr>
      <w:r w:rsidRPr="00EE3132">
        <w:rPr>
          <w:color w:val="0D0D0D"/>
          <w:sz w:val="24"/>
          <w:szCs w:val="24"/>
        </w:rPr>
        <w:tab/>
      </w:r>
      <w:r w:rsidR="00322B4C" w:rsidRPr="00A717C2">
        <w:rPr>
          <w:color w:val="0D0D0D"/>
          <w:sz w:val="24"/>
          <w:szCs w:val="24"/>
        </w:rPr>
        <w:t xml:space="preserve">Odpowiadając na ogłoszenie dotyczące przetargu prowadzonego w trybie podstawowym bez przeprowadzenia negocjacji </w:t>
      </w:r>
      <w:bookmarkStart w:id="0" w:name="_Hlk172621570"/>
      <w:r w:rsidR="00A717C2" w:rsidRPr="00A717C2">
        <w:rPr>
          <w:color w:val="0D0D0D"/>
          <w:sz w:val="24"/>
          <w:szCs w:val="24"/>
        </w:rPr>
        <w:t>pn.:</w:t>
      </w:r>
      <w:r w:rsidR="00A717C2" w:rsidRPr="00A717C2">
        <w:rPr>
          <w:b/>
          <w:i/>
          <w:sz w:val="24"/>
          <w:szCs w:val="24"/>
        </w:rPr>
        <w:t xml:space="preserve"> „</w:t>
      </w:r>
      <w:bookmarkStart w:id="1" w:name="_GoBack"/>
      <w:r w:rsidR="00A717C2" w:rsidRPr="00A717C2">
        <w:rPr>
          <w:b/>
          <w:i/>
          <w:sz w:val="24"/>
          <w:szCs w:val="24"/>
        </w:rPr>
        <w:t xml:space="preserve">Wykonanie nawierzchni z masy mineralno-bitumicznej na placu </w:t>
      </w:r>
      <w:proofErr w:type="spellStart"/>
      <w:r w:rsidR="00A717C2" w:rsidRPr="00A717C2">
        <w:rPr>
          <w:b/>
          <w:i/>
          <w:sz w:val="24"/>
          <w:szCs w:val="24"/>
        </w:rPr>
        <w:t>ZDiZ</w:t>
      </w:r>
      <w:proofErr w:type="spellEnd"/>
      <w:r w:rsidR="00A717C2" w:rsidRPr="00A717C2">
        <w:rPr>
          <w:b/>
          <w:i/>
          <w:sz w:val="24"/>
          <w:szCs w:val="24"/>
        </w:rPr>
        <w:t xml:space="preserve"> w Su</w:t>
      </w:r>
      <w:r w:rsidR="00A717C2">
        <w:rPr>
          <w:b/>
          <w:i/>
          <w:sz w:val="24"/>
          <w:szCs w:val="24"/>
        </w:rPr>
        <w:t>wałkach przy ul. Sejneńskiej 84</w:t>
      </w:r>
      <w:bookmarkEnd w:id="1"/>
      <w:r w:rsidR="00A717C2" w:rsidRPr="00A717C2">
        <w:rPr>
          <w:b/>
          <w:i/>
          <w:sz w:val="24"/>
          <w:szCs w:val="24"/>
        </w:rPr>
        <w:t>”</w:t>
      </w:r>
      <w:bookmarkEnd w:id="0"/>
      <w:r w:rsidR="00A717C2">
        <w:rPr>
          <w:b/>
          <w:i/>
          <w:sz w:val="24"/>
          <w:szCs w:val="24"/>
        </w:rPr>
        <w:t xml:space="preserve"> </w:t>
      </w:r>
      <w:r w:rsidR="00322B4C" w:rsidRPr="00EE3132">
        <w:rPr>
          <w:color w:val="0D0D0D"/>
          <w:sz w:val="24"/>
          <w:szCs w:val="24"/>
        </w:rPr>
        <w:t>oferuję</w:t>
      </w:r>
      <w:r w:rsidR="00322B4C" w:rsidRPr="00EE3132">
        <w:rPr>
          <w:sz w:val="24"/>
          <w:szCs w:val="24"/>
        </w:rPr>
        <w:t xml:space="preserve"> wykonanie zamówienia w zakresie objętym Specyfikacją Warunków Zamówienia w następujący sposób:</w:t>
      </w:r>
    </w:p>
    <w:p w14:paraId="4EEDDE11" w14:textId="77777777" w:rsidR="00755696" w:rsidRPr="00F970E2" w:rsidRDefault="00755696" w:rsidP="00755696"/>
    <w:p w14:paraId="166D21F9" w14:textId="49B8CCE3" w:rsidR="00F83178" w:rsidRPr="00C10521" w:rsidRDefault="00060557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Cena ofertowa </w:t>
      </w:r>
      <w:r w:rsidR="00F83178" w:rsidRPr="00C10521">
        <w:rPr>
          <w:sz w:val="24"/>
          <w:szCs w:val="24"/>
        </w:rPr>
        <w:t>netto</w:t>
      </w:r>
      <w:r w:rsidR="007A0BBB">
        <w:rPr>
          <w:sz w:val="24"/>
          <w:szCs w:val="24"/>
        </w:rPr>
        <w:t>:</w:t>
      </w:r>
      <w:r w:rsidR="00F83178" w:rsidRPr="00C10521">
        <w:rPr>
          <w:sz w:val="24"/>
          <w:szCs w:val="24"/>
        </w:rPr>
        <w:t xml:space="preserve">............................................................................ </w:t>
      </w:r>
      <w:proofErr w:type="gramStart"/>
      <w:r w:rsidR="00F83178" w:rsidRPr="00C10521">
        <w:rPr>
          <w:sz w:val="24"/>
          <w:szCs w:val="24"/>
        </w:rPr>
        <w:t>zł</w:t>
      </w:r>
      <w:proofErr w:type="gramEnd"/>
    </w:p>
    <w:p w14:paraId="73BD013B" w14:textId="62281F8D"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>Plus należny podatek VAT (………%)</w:t>
      </w:r>
      <w:r w:rsidR="007A0BBB">
        <w:rPr>
          <w:sz w:val="24"/>
          <w:szCs w:val="24"/>
        </w:rPr>
        <w:t xml:space="preserve">: </w:t>
      </w:r>
      <w:r w:rsidRPr="005A1A9C">
        <w:rPr>
          <w:sz w:val="24"/>
          <w:szCs w:val="24"/>
        </w:rPr>
        <w:t>……………………………….</w:t>
      </w:r>
      <w:proofErr w:type="gramStart"/>
      <w:r w:rsidRPr="005A1A9C">
        <w:rPr>
          <w:sz w:val="24"/>
          <w:szCs w:val="24"/>
        </w:rPr>
        <w:t>zł</w:t>
      </w:r>
      <w:proofErr w:type="gramEnd"/>
      <w:r w:rsidRPr="005A1A9C">
        <w:rPr>
          <w:sz w:val="24"/>
          <w:szCs w:val="24"/>
        </w:rPr>
        <w:t xml:space="preserve"> </w:t>
      </w:r>
    </w:p>
    <w:p w14:paraId="34E521FB" w14:textId="77777777"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</w:t>
      </w:r>
      <w:proofErr w:type="gramStart"/>
      <w:r w:rsidRPr="005A1A9C">
        <w:rPr>
          <w:sz w:val="24"/>
          <w:szCs w:val="24"/>
        </w:rPr>
        <w:t>zł</w:t>
      </w:r>
      <w:proofErr w:type="gramEnd"/>
    </w:p>
    <w:p w14:paraId="5555633D" w14:textId="19E1CA92" w:rsidR="00DF7700" w:rsidRDefault="00F83178" w:rsidP="00DF7700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</w:t>
      </w:r>
      <w:r w:rsidR="00060557" w:rsidRPr="005A1A9C">
        <w:rPr>
          <w:sz w:val="24"/>
          <w:szCs w:val="24"/>
        </w:rPr>
        <w:t>Słownie</w:t>
      </w:r>
      <w:r w:rsidRPr="005A1A9C">
        <w:rPr>
          <w:sz w:val="24"/>
          <w:szCs w:val="24"/>
        </w:rPr>
        <w:t xml:space="preserve"> złotych: ……………………………………………….…………..</w:t>
      </w:r>
    </w:p>
    <w:p w14:paraId="47CCF8D2" w14:textId="77777777" w:rsidR="00246B3F" w:rsidRDefault="00EA75B9" w:rsidP="00246B3F">
      <w:pPr>
        <w:spacing w:line="36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zgodnie z F</w:t>
      </w:r>
      <w:r w:rsidR="00246B3F">
        <w:rPr>
          <w:sz w:val="24"/>
          <w:szCs w:val="24"/>
        </w:rPr>
        <w:t>ormularzem cenowym, załącznikiem nr 2 do SWZ.</w:t>
      </w:r>
    </w:p>
    <w:p w14:paraId="1D726C14" w14:textId="58A177B6" w:rsidR="00EE3132" w:rsidRPr="007A0BBB" w:rsidRDefault="00EE3132" w:rsidP="00EE3132">
      <w:pPr>
        <w:numPr>
          <w:ilvl w:val="0"/>
          <w:numId w:val="26"/>
        </w:numPr>
        <w:spacing w:line="360" w:lineRule="auto"/>
        <w:ind w:left="284"/>
        <w:jc w:val="both"/>
        <w:rPr>
          <w:color w:val="0D0D0D" w:themeColor="text1" w:themeTint="F2"/>
          <w:sz w:val="24"/>
          <w:szCs w:val="24"/>
        </w:rPr>
      </w:pPr>
      <w:r w:rsidRPr="00C004DA">
        <w:rPr>
          <w:sz w:val="24"/>
          <w:szCs w:val="24"/>
        </w:rPr>
        <w:t>Udz</w:t>
      </w:r>
      <w:r>
        <w:rPr>
          <w:sz w:val="24"/>
          <w:szCs w:val="24"/>
        </w:rPr>
        <w:t>i</w:t>
      </w:r>
      <w:r w:rsidRPr="00C004DA">
        <w:rPr>
          <w:sz w:val="24"/>
          <w:szCs w:val="24"/>
        </w:rPr>
        <w:t>elam</w:t>
      </w:r>
      <w:r>
        <w:rPr>
          <w:sz w:val="24"/>
          <w:szCs w:val="24"/>
        </w:rPr>
        <w:t xml:space="preserve"> </w:t>
      </w:r>
      <w:r w:rsidRPr="007A0BBB">
        <w:rPr>
          <w:b/>
          <w:i/>
          <w:color w:val="0D0D0D" w:themeColor="text1" w:themeTint="F2"/>
          <w:sz w:val="24"/>
          <w:szCs w:val="24"/>
        </w:rPr>
        <w:t>…………</w:t>
      </w:r>
      <w:r w:rsidR="000D0BB3" w:rsidRPr="007A0BBB">
        <w:rPr>
          <w:b/>
          <w:color w:val="0D0D0D" w:themeColor="text1" w:themeTint="F2"/>
          <w:sz w:val="28"/>
          <w:szCs w:val="28"/>
          <w:vertAlign w:val="superscript"/>
        </w:rPr>
        <w:t>*</w:t>
      </w:r>
      <w:r w:rsidRPr="007A0BBB">
        <w:rPr>
          <w:b/>
          <w:color w:val="0D0D0D" w:themeColor="text1" w:themeTint="F2"/>
          <w:sz w:val="28"/>
          <w:szCs w:val="28"/>
        </w:rPr>
        <w:t xml:space="preserve"> </w:t>
      </w:r>
      <w:r w:rsidRPr="007A0BBB">
        <w:rPr>
          <w:b/>
          <w:i/>
          <w:color w:val="0D0D0D" w:themeColor="text1" w:themeTint="F2"/>
          <w:sz w:val="24"/>
          <w:szCs w:val="24"/>
        </w:rPr>
        <w:t>-</w:t>
      </w:r>
      <w:r w:rsidRPr="007A0BBB">
        <w:rPr>
          <w:b/>
          <w:color w:val="0D0D0D" w:themeColor="text1" w:themeTint="F2"/>
          <w:sz w:val="24"/>
          <w:szCs w:val="24"/>
        </w:rPr>
        <w:t xml:space="preserve"> miesięcznej gwarancji</w:t>
      </w:r>
      <w:r w:rsidR="007A0BBB" w:rsidRPr="007A0BBB">
        <w:rPr>
          <w:b/>
          <w:color w:val="0D0D0D" w:themeColor="text1" w:themeTint="F2"/>
          <w:sz w:val="24"/>
          <w:szCs w:val="24"/>
        </w:rPr>
        <w:t xml:space="preserve"> i </w:t>
      </w:r>
      <w:proofErr w:type="gramStart"/>
      <w:r w:rsidR="007A0BBB" w:rsidRPr="00D80447">
        <w:rPr>
          <w:b/>
          <w:color w:val="0D0D0D" w:themeColor="text1" w:themeTint="F2"/>
          <w:sz w:val="24"/>
          <w:szCs w:val="24"/>
        </w:rPr>
        <w:t>rękojmi (co</w:t>
      </w:r>
      <w:proofErr w:type="gramEnd"/>
      <w:r w:rsidR="007A0BBB" w:rsidRPr="00D80447">
        <w:rPr>
          <w:b/>
          <w:color w:val="0D0D0D" w:themeColor="text1" w:themeTint="F2"/>
          <w:sz w:val="24"/>
          <w:szCs w:val="24"/>
        </w:rPr>
        <w:t xml:space="preserve"> </w:t>
      </w:r>
      <w:r w:rsidR="00D80447" w:rsidRPr="00D80447">
        <w:rPr>
          <w:b/>
          <w:color w:val="0D0D0D" w:themeColor="text1" w:themeTint="F2"/>
          <w:sz w:val="24"/>
          <w:szCs w:val="24"/>
        </w:rPr>
        <w:t>najmniej 60</w:t>
      </w:r>
      <w:r w:rsidR="007A0BBB" w:rsidRPr="00D80447">
        <w:rPr>
          <w:b/>
          <w:color w:val="0D0D0D" w:themeColor="text1" w:themeTint="F2"/>
          <w:sz w:val="24"/>
          <w:szCs w:val="24"/>
        </w:rPr>
        <w:t xml:space="preserve"> - </w:t>
      </w:r>
      <w:r w:rsidR="00516ABC" w:rsidRPr="00D80447">
        <w:rPr>
          <w:b/>
          <w:color w:val="0D0D0D" w:themeColor="text1" w:themeTint="F2"/>
          <w:sz w:val="24"/>
          <w:szCs w:val="24"/>
        </w:rPr>
        <w:t xml:space="preserve">miesięcznej) </w:t>
      </w:r>
      <w:r w:rsidRPr="00D80447">
        <w:rPr>
          <w:color w:val="0D0D0D" w:themeColor="text1" w:themeTint="F2"/>
          <w:sz w:val="24"/>
          <w:szCs w:val="24"/>
        </w:rPr>
        <w:t xml:space="preserve">na </w:t>
      </w:r>
      <w:proofErr w:type="gramStart"/>
      <w:r w:rsidRPr="007A0BBB">
        <w:rPr>
          <w:color w:val="0D0D0D" w:themeColor="text1" w:themeTint="F2"/>
          <w:sz w:val="24"/>
          <w:szCs w:val="24"/>
        </w:rPr>
        <w:t>przedmiot</w:t>
      </w:r>
      <w:proofErr w:type="gramEnd"/>
      <w:r w:rsidRPr="007A0BBB">
        <w:rPr>
          <w:color w:val="0D0D0D" w:themeColor="text1" w:themeTint="F2"/>
          <w:sz w:val="24"/>
          <w:szCs w:val="24"/>
        </w:rPr>
        <w:t xml:space="preserve"> zamówienia. </w:t>
      </w:r>
    </w:p>
    <w:p w14:paraId="27463B85" w14:textId="76BC58C8" w:rsidR="00BA5658" w:rsidRPr="007A0BBB" w:rsidRDefault="00BA565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4"/>
          <w:szCs w:val="24"/>
        </w:rPr>
      </w:pPr>
      <w:r w:rsidRPr="007A0BBB">
        <w:rPr>
          <w:color w:val="0D0D0D" w:themeColor="text1" w:themeTint="F2"/>
          <w:sz w:val="24"/>
          <w:szCs w:val="24"/>
        </w:rPr>
        <w:t>Termin wykonania zamówienia</w:t>
      </w:r>
      <w:r w:rsidR="00DF7700" w:rsidRPr="007A0BBB">
        <w:rPr>
          <w:color w:val="0D0D0D" w:themeColor="text1" w:themeTint="F2"/>
          <w:sz w:val="24"/>
          <w:szCs w:val="24"/>
        </w:rPr>
        <w:t xml:space="preserve">: </w:t>
      </w:r>
      <w:r w:rsidR="00D80447">
        <w:rPr>
          <w:b/>
          <w:color w:val="0D0D0D" w:themeColor="text1" w:themeTint="F2"/>
          <w:sz w:val="24"/>
          <w:szCs w:val="24"/>
        </w:rPr>
        <w:t>3</w:t>
      </w:r>
      <w:r w:rsidR="000D0BB3" w:rsidRPr="007A0BBB">
        <w:rPr>
          <w:b/>
          <w:color w:val="0D0D0D" w:themeColor="text1" w:themeTint="F2"/>
          <w:sz w:val="24"/>
          <w:szCs w:val="24"/>
        </w:rPr>
        <w:t xml:space="preserve"> </w:t>
      </w:r>
      <w:r w:rsidR="007A0BBB" w:rsidRPr="007A0BBB">
        <w:rPr>
          <w:b/>
          <w:color w:val="0D0D0D" w:themeColor="text1" w:themeTint="F2"/>
          <w:sz w:val="24"/>
          <w:szCs w:val="24"/>
        </w:rPr>
        <w:t>miesiące</w:t>
      </w:r>
      <w:r w:rsidR="00DF7700" w:rsidRPr="007A0BBB">
        <w:rPr>
          <w:b/>
          <w:color w:val="0D0D0D" w:themeColor="text1" w:themeTint="F2"/>
          <w:sz w:val="24"/>
          <w:szCs w:val="24"/>
        </w:rPr>
        <w:t xml:space="preserve"> </w:t>
      </w:r>
      <w:r w:rsidRPr="007A0BBB">
        <w:rPr>
          <w:b/>
          <w:color w:val="0D0D0D" w:themeColor="text1" w:themeTint="F2"/>
          <w:sz w:val="24"/>
          <w:szCs w:val="24"/>
        </w:rPr>
        <w:t>od dnia</w:t>
      </w:r>
      <w:r w:rsidR="00516ABC" w:rsidRPr="007A0BBB">
        <w:rPr>
          <w:b/>
          <w:color w:val="0D0D0D" w:themeColor="text1" w:themeTint="F2"/>
          <w:sz w:val="24"/>
          <w:szCs w:val="24"/>
        </w:rPr>
        <w:t xml:space="preserve"> zawarcia</w:t>
      </w:r>
      <w:r w:rsidRPr="007A0BBB">
        <w:rPr>
          <w:b/>
          <w:color w:val="0D0D0D" w:themeColor="text1" w:themeTint="F2"/>
          <w:sz w:val="24"/>
          <w:szCs w:val="24"/>
        </w:rPr>
        <w:t xml:space="preserve"> </w:t>
      </w:r>
      <w:r w:rsidR="00516ABC" w:rsidRPr="007A0BBB">
        <w:rPr>
          <w:b/>
          <w:color w:val="0D0D0D" w:themeColor="text1" w:themeTint="F2"/>
          <w:sz w:val="24"/>
          <w:szCs w:val="24"/>
        </w:rPr>
        <w:t>(</w:t>
      </w:r>
      <w:r w:rsidR="00DF7700" w:rsidRPr="007A0BBB">
        <w:rPr>
          <w:b/>
          <w:color w:val="0D0D0D" w:themeColor="text1" w:themeTint="F2"/>
          <w:sz w:val="24"/>
          <w:szCs w:val="24"/>
        </w:rPr>
        <w:t>podpisania</w:t>
      </w:r>
      <w:r w:rsidR="00516ABC" w:rsidRPr="007A0BBB">
        <w:rPr>
          <w:b/>
          <w:color w:val="0D0D0D" w:themeColor="text1" w:themeTint="F2"/>
          <w:sz w:val="24"/>
          <w:szCs w:val="24"/>
        </w:rPr>
        <w:t>)</w:t>
      </w:r>
      <w:r w:rsidR="007A0BBB" w:rsidRPr="007A0BBB">
        <w:rPr>
          <w:b/>
          <w:color w:val="0D0D0D" w:themeColor="text1" w:themeTint="F2"/>
          <w:sz w:val="24"/>
          <w:szCs w:val="24"/>
        </w:rPr>
        <w:t xml:space="preserve"> umowy</w:t>
      </w:r>
      <w:r w:rsidR="00D80447">
        <w:rPr>
          <w:b/>
          <w:color w:val="0D0D0D" w:themeColor="text1" w:themeTint="F2"/>
          <w:sz w:val="24"/>
          <w:szCs w:val="24"/>
        </w:rPr>
        <w:t>.</w:t>
      </w:r>
    </w:p>
    <w:p w14:paraId="4C661A62" w14:textId="0CABEF98" w:rsidR="001E597F" w:rsidRPr="00DD393B" w:rsidRDefault="00416AE1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Wyrażam </w:t>
      </w:r>
      <w:r w:rsidR="00060557" w:rsidRPr="00DD393B">
        <w:rPr>
          <w:sz w:val="24"/>
          <w:szCs w:val="24"/>
        </w:rPr>
        <w:t>zgodę na</w:t>
      </w:r>
      <w:r w:rsidRPr="00DD393B">
        <w:rPr>
          <w:sz w:val="24"/>
          <w:szCs w:val="24"/>
        </w:rPr>
        <w:t xml:space="preserve"> opłacenie faktury w terminie </w:t>
      </w:r>
      <w:r w:rsidRPr="000074E8">
        <w:rPr>
          <w:b/>
          <w:sz w:val="24"/>
          <w:szCs w:val="24"/>
        </w:rPr>
        <w:t xml:space="preserve">do 30 dni </w:t>
      </w:r>
      <w:r w:rsidRPr="00DD393B">
        <w:rPr>
          <w:sz w:val="24"/>
          <w:szCs w:val="24"/>
        </w:rPr>
        <w:t xml:space="preserve">od daty dostarczenia jej Zamawiającemu wraz z niezbędnymi dokumentami rozliczeniowymi sprawdzonymi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i zatwier</w:t>
      </w:r>
      <w:r w:rsidR="00322B4C">
        <w:rPr>
          <w:sz w:val="24"/>
          <w:szCs w:val="24"/>
        </w:rPr>
        <w:t>dzonymi przez Zamawiającego</w:t>
      </w:r>
      <w:r w:rsidR="001E597F" w:rsidRPr="00DD393B">
        <w:rPr>
          <w:sz w:val="24"/>
          <w:szCs w:val="24"/>
        </w:rPr>
        <w:t>.</w:t>
      </w:r>
    </w:p>
    <w:p w14:paraId="040EFCDE" w14:textId="3F25B4C1" w:rsidR="001E597F" w:rsidRP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zapoznałe</w:t>
      </w:r>
      <w:r w:rsidR="00322B4C">
        <w:rPr>
          <w:sz w:val="24"/>
          <w:szCs w:val="24"/>
        </w:rPr>
        <w:t xml:space="preserve">m się ze Specyfikacją </w:t>
      </w:r>
      <w:r w:rsidR="00371967">
        <w:rPr>
          <w:sz w:val="24"/>
          <w:szCs w:val="24"/>
        </w:rPr>
        <w:t>Warunków Z</w:t>
      </w:r>
      <w:r w:rsidRPr="001E597F">
        <w:rPr>
          <w:sz w:val="24"/>
          <w:szCs w:val="24"/>
        </w:rPr>
        <w:t>amówienia, nie wnoszę do niej zastrzeżeń oraz uzyskałem informacje niezbędne do przygotowania oferty.</w:t>
      </w:r>
    </w:p>
    <w:p w14:paraId="4E078D44" w14:textId="38236B0A" w:rsid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uważam się za związanego niniejszą ofertą prze</w:t>
      </w:r>
      <w:r w:rsidR="009F0E8F">
        <w:rPr>
          <w:sz w:val="24"/>
          <w:szCs w:val="24"/>
        </w:rPr>
        <w:t>z okres</w:t>
      </w:r>
      <w:r w:rsidRPr="001E597F">
        <w:rPr>
          <w:sz w:val="24"/>
          <w:szCs w:val="24"/>
        </w:rPr>
        <w:t xml:space="preserve"> ws</w:t>
      </w:r>
      <w:r w:rsidR="00DF7700">
        <w:rPr>
          <w:sz w:val="24"/>
          <w:szCs w:val="24"/>
        </w:rPr>
        <w:t xml:space="preserve">kazany w </w:t>
      </w:r>
      <w:r w:rsidR="00371967">
        <w:rPr>
          <w:sz w:val="24"/>
          <w:szCs w:val="24"/>
        </w:rPr>
        <w:t>Specyfikacji Warunków Z</w:t>
      </w:r>
      <w:r w:rsidR="00322B4C">
        <w:rPr>
          <w:sz w:val="24"/>
          <w:szCs w:val="24"/>
        </w:rPr>
        <w:t>amówienia</w:t>
      </w:r>
      <w:r w:rsidRPr="001E597F">
        <w:rPr>
          <w:sz w:val="24"/>
          <w:szCs w:val="24"/>
        </w:rPr>
        <w:t>.</w:t>
      </w:r>
    </w:p>
    <w:p w14:paraId="12C34186" w14:textId="77777777" w:rsidR="00322B4C" w:rsidRDefault="001E597F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</w:t>
      </w:r>
      <w:r w:rsidR="000074E8">
        <w:rPr>
          <w:sz w:val="24"/>
          <w:szCs w:val="24"/>
        </w:rPr>
        <w:t>świadczam, ze akceptuję wzór umowy</w:t>
      </w:r>
      <w:r w:rsidRPr="001E597F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14:paraId="67B560A8" w14:textId="77777777" w:rsidR="00322B4C" w:rsidRPr="00322B4C" w:rsidRDefault="00D76BF5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22B4C">
        <w:rPr>
          <w:iCs/>
          <w:sz w:val="24"/>
          <w:szCs w:val="24"/>
        </w:rPr>
        <w:t>Zamierzamy powierzyć wykonanie części zamówienia następującym podwykonawcom (o ile jest to wiad</w:t>
      </w:r>
      <w:r w:rsidR="002024EA">
        <w:rPr>
          <w:iCs/>
          <w:sz w:val="24"/>
          <w:szCs w:val="24"/>
        </w:rPr>
        <w:t>ome, podać nazwy</w:t>
      </w:r>
      <w:r w:rsidR="0033781D" w:rsidRPr="00322B4C">
        <w:rPr>
          <w:iCs/>
          <w:sz w:val="24"/>
          <w:szCs w:val="24"/>
        </w:rPr>
        <w:t xml:space="preserve"> podwykonawców)</w:t>
      </w:r>
      <w:r w:rsidR="00322B4C">
        <w:rPr>
          <w:iCs/>
          <w:sz w:val="24"/>
          <w:szCs w:val="24"/>
          <w:vertAlign w:val="superscript"/>
        </w:rPr>
        <w:t>*</w:t>
      </w:r>
      <w:r w:rsidR="00322B4C" w:rsidRPr="00322B4C">
        <w:rPr>
          <w:sz w:val="24"/>
          <w:szCs w:val="24"/>
        </w:rPr>
        <w:t>:</w:t>
      </w:r>
    </w:p>
    <w:p w14:paraId="344A08F7" w14:textId="77777777"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</w:t>
      </w:r>
      <w:r w:rsidR="000074E8">
        <w:rPr>
          <w:sz w:val="24"/>
          <w:szCs w:val="24"/>
        </w:rPr>
        <w:t>enia zrealizuję siłami własnymi;</w:t>
      </w:r>
    </w:p>
    <w:p w14:paraId="1746AFD8" w14:textId="77777777"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Powierzę Podwykonawcom realizację następujących części zamówienia</w:t>
      </w:r>
      <w:r w:rsidR="000074E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tbl>
      <w:tblPr>
        <w:tblW w:w="957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5E0" w:firstRow="1" w:lastRow="1" w:firstColumn="1" w:lastColumn="1" w:noHBand="0" w:noVBand="1"/>
      </w:tblPr>
      <w:tblGrid>
        <w:gridCol w:w="1072"/>
        <w:gridCol w:w="3686"/>
        <w:gridCol w:w="4819"/>
      </w:tblGrid>
      <w:tr w:rsidR="009F0E8F" w:rsidRPr="00E71D8D" w14:paraId="0D55B0BC" w14:textId="77777777" w:rsidTr="00516ABC">
        <w:tc>
          <w:tcPr>
            <w:tcW w:w="1072" w:type="dxa"/>
          </w:tcPr>
          <w:p w14:paraId="0A613C5F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E71D8D">
              <w:rPr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686" w:type="dxa"/>
          </w:tcPr>
          <w:p w14:paraId="4F55AD73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E71D8D">
              <w:rPr>
                <w:b/>
                <w:sz w:val="24"/>
                <w:szCs w:val="24"/>
              </w:rPr>
              <w:t>Zakres podwykonawstwa</w:t>
            </w:r>
          </w:p>
        </w:tc>
        <w:tc>
          <w:tcPr>
            <w:tcW w:w="4819" w:type="dxa"/>
          </w:tcPr>
          <w:p w14:paraId="24EC03AC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b/>
                <w:sz w:val="24"/>
                <w:szCs w:val="24"/>
              </w:rPr>
            </w:pPr>
            <w:r w:rsidRPr="00E71D8D">
              <w:rPr>
                <w:b/>
                <w:sz w:val="24"/>
                <w:szCs w:val="24"/>
              </w:rPr>
              <w:t>Uwagi</w:t>
            </w:r>
          </w:p>
        </w:tc>
      </w:tr>
      <w:tr w:rsidR="009F0E8F" w:rsidRPr="00E71D8D" w14:paraId="14A755FE" w14:textId="77777777" w:rsidTr="00516ABC">
        <w:tc>
          <w:tcPr>
            <w:tcW w:w="1072" w:type="dxa"/>
          </w:tcPr>
          <w:p w14:paraId="2B69C835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E71D8D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4325DAB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B401660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</w:tr>
      <w:tr w:rsidR="009F0E8F" w:rsidRPr="00E71D8D" w14:paraId="0FDF295D" w14:textId="77777777" w:rsidTr="00516ABC">
        <w:tc>
          <w:tcPr>
            <w:tcW w:w="1072" w:type="dxa"/>
          </w:tcPr>
          <w:p w14:paraId="729AA126" w14:textId="77777777" w:rsidR="009F0E8F" w:rsidRPr="00E71D8D" w:rsidRDefault="009F0E8F" w:rsidP="009F0E8F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E71D8D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312531A1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AEDCD05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</w:tr>
      <w:tr w:rsidR="009F0E8F" w:rsidRPr="00E71D8D" w14:paraId="1DF16ACF" w14:textId="77777777" w:rsidTr="00516ABC">
        <w:tc>
          <w:tcPr>
            <w:tcW w:w="1072" w:type="dxa"/>
          </w:tcPr>
          <w:p w14:paraId="7F4281AA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35754F65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0739A40" w14:textId="77777777" w:rsidR="009F0E8F" w:rsidRPr="00E71D8D" w:rsidRDefault="009F0E8F" w:rsidP="009F0E8F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</w:tr>
    </w:tbl>
    <w:p w14:paraId="158AD6DB" w14:textId="77777777" w:rsidR="009F0E8F" w:rsidRDefault="009F0E8F" w:rsidP="009F0E8F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</w:p>
    <w:p w14:paraId="07CC4CA7" w14:textId="77777777" w:rsidR="00874B77" w:rsidRDefault="00874B77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Oświadczam, że </w:t>
      </w:r>
      <w:r w:rsidR="000074E8">
        <w:rPr>
          <w:sz w:val="24"/>
          <w:szCs w:val="24"/>
        </w:rPr>
        <w:t>jestem</w:t>
      </w:r>
      <w:r w:rsidR="00D417CE">
        <w:rPr>
          <w:sz w:val="24"/>
          <w:szCs w:val="24"/>
          <w:vertAlign w:val="superscript"/>
        </w:rPr>
        <w:t>*</w:t>
      </w:r>
      <w:r w:rsidR="000074E8">
        <w:rPr>
          <w:sz w:val="24"/>
          <w:szCs w:val="24"/>
        </w:rPr>
        <w:t>:</w:t>
      </w:r>
    </w:p>
    <w:p w14:paraId="43A55FE2" w14:textId="77777777"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B662D6">
        <w:rPr>
          <w:i/>
          <w:sz w:val="24"/>
          <w:szCs w:val="24"/>
        </w:rPr>
        <w:t>mikro</w:t>
      </w:r>
      <w:proofErr w:type="gramEnd"/>
      <w:r w:rsidRPr="00B662D6">
        <w:rPr>
          <w:i/>
          <w:sz w:val="24"/>
          <w:szCs w:val="24"/>
        </w:rPr>
        <w:t xml:space="preserve">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14:paraId="3A5C4A4D" w14:textId="77777777"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0074E8">
        <w:rPr>
          <w:i/>
          <w:sz w:val="24"/>
          <w:szCs w:val="24"/>
        </w:rPr>
        <w:t>małym</w:t>
      </w:r>
      <w:proofErr w:type="gramEnd"/>
      <w:r w:rsidRPr="000074E8">
        <w:rPr>
          <w:i/>
          <w:sz w:val="24"/>
          <w:szCs w:val="24"/>
        </w:rPr>
        <w:t xml:space="preserve">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14:paraId="019B46B7" w14:textId="77777777"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0074E8">
        <w:rPr>
          <w:i/>
          <w:sz w:val="24"/>
          <w:szCs w:val="24"/>
        </w:rPr>
        <w:t>średnim</w:t>
      </w:r>
      <w:proofErr w:type="gramEnd"/>
      <w:r w:rsidRPr="000074E8">
        <w:rPr>
          <w:i/>
          <w:sz w:val="24"/>
          <w:szCs w:val="24"/>
        </w:rPr>
        <w:t xml:space="preserve">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14:paraId="3CF48CAF" w14:textId="77777777"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0074E8">
        <w:rPr>
          <w:i/>
          <w:sz w:val="24"/>
          <w:szCs w:val="24"/>
        </w:rPr>
        <w:t>jednoosobowa</w:t>
      </w:r>
      <w:proofErr w:type="gramEnd"/>
      <w:r w:rsidRPr="000074E8">
        <w:rPr>
          <w:i/>
          <w:sz w:val="24"/>
          <w:szCs w:val="24"/>
        </w:rPr>
        <w:t xml:space="preserve"> działalność gospodarcza</w:t>
      </w:r>
      <w:r w:rsidRPr="000074E8">
        <w:rPr>
          <w:sz w:val="24"/>
          <w:szCs w:val="24"/>
        </w:rPr>
        <w:t>;</w:t>
      </w:r>
    </w:p>
    <w:p w14:paraId="0CC5E3E1" w14:textId="77777777"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 w:rsidRPr="000074E8">
        <w:rPr>
          <w:i/>
          <w:sz w:val="24"/>
          <w:szCs w:val="24"/>
        </w:rPr>
        <w:t>osobą</w:t>
      </w:r>
      <w:proofErr w:type="gramEnd"/>
      <w:r w:rsidRPr="000074E8">
        <w:rPr>
          <w:i/>
          <w:sz w:val="24"/>
          <w:szCs w:val="24"/>
        </w:rPr>
        <w:t xml:space="preserve"> fizyczną nieprowadzącą działalności gospodarczej;</w:t>
      </w:r>
    </w:p>
    <w:p w14:paraId="1EC3E690" w14:textId="77777777" w:rsidR="000074E8" w:rsidRPr="000074E8" w:rsidRDefault="000D0BB3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inny</w:t>
      </w:r>
      <w:proofErr w:type="gramEnd"/>
      <w:r>
        <w:rPr>
          <w:i/>
          <w:sz w:val="24"/>
          <w:szCs w:val="24"/>
        </w:rPr>
        <w:t xml:space="preserve"> rodzaj;</w:t>
      </w:r>
    </w:p>
    <w:p w14:paraId="71A0C2B7" w14:textId="77777777" w:rsid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14:paraId="3F5ACA6F" w14:textId="2897F411" w:rsidR="00322B4C" w:rsidRP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 xml:space="preserve">w Rozdziale 27 </w:t>
      </w:r>
      <w:r w:rsidR="00060557" w:rsidRPr="00322B4C">
        <w:rPr>
          <w:color w:val="0D0D0D"/>
          <w:sz w:val="24"/>
          <w:szCs w:val="24"/>
        </w:rPr>
        <w:t>SWZ</w:t>
      </w:r>
      <w:r w:rsidR="00060557" w:rsidRPr="00322B4C">
        <w:rPr>
          <w:sz w:val="24"/>
          <w:szCs w:val="24"/>
        </w:rPr>
        <w:t xml:space="preserve"> oraz</w:t>
      </w:r>
      <w:r w:rsidRPr="00322B4C">
        <w:rPr>
          <w:sz w:val="24"/>
          <w:szCs w:val="24"/>
        </w:rPr>
        <w:t xml:space="preserve">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14:paraId="1914EA28" w14:textId="77777777" w:rsidR="00322B4C" w:rsidRPr="00322B4C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14:paraId="5267AE3D" w14:textId="77777777" w:rsidR="00322B4C" w:rsidRDefault="00E7639A" w:rsidP="00322B4C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0C2AEF">
        <w:rPr>
          <w:sz w:val="24"/>
          <w:szCs w:val="24"/>
        </w:rPr>
        <w:t>……,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</w:t>
      </w:r>
      <w:proofErr w:type="gramStart"/>
      <w:r w:rsidR="00322B4C">
        <w:rPr>
          <w:sz w:val="24"/>
          <w:szCs w:val="24"/>
        </w:rPr>
        <w:t>: ……………</w:t>
      </w:r>
      <w:r w:rsidR="000C2AEF">
        <w:rPr>
          <w:sz w:val="24"/>
          <w:szCs w:val="24"/>
        </w:rPr>
        <w:t>,</w:t>
      </w:r>
      <w:r w:rsidR="00DD393B">
        <w:rPr>
          <w:sz w:val="24"/>
          <w:szCs w:val="24"/>
        </w:rPr>
        <w:t>e-mail</w:t>
      </w:r>
      <w:proofErr w:type="gramEnd"/>
      <w:r w:rsidR="00DD393B">
        <w:rPr>
          <w:sz w:val="24"/>
          <w:szCs w:val="24"/>
        </w:rPr>
        <w:t>: ……………</w:t>
      </w:r>
      <w:r w:rsidR="00322B4C">
        <w:rPr>
          <w:sz w:val="24"/>
          <w:szCs w:val="24"/>
        </w:rPr>
        <w:t>…………</w:t>
      </w:r>
    </w:p>
    <w:p w14:paraId="0015AD74" w14:textId="77777777" w:rsidR="009240A5" w:rsidRPr="009240A5" w:rsidRDefault="009240A5" w:rsidP="009240A5">
      <w:pPr>
        <w:pStyle w:val="Akapitzlist"/>
        <w:numPr>
          <w:ilvl w:val="0"/>
          <w:numId w:val="26"/>
        </w:numPr>
        <w:spacing w:line="276" w:lineRule="auto"/>
        <w:ind w:left="284"/>
        <w:rPr>
          <w:caps/>
          <w:sz w:val="24"/>
          <w:szCs w:val="24"/>
        </w:rPr>
      </w:pPr>
      <w:r w:rsidRPr="009240A5">
        <w:rPr>
          <w:iCs/>
          <w:sz w:val="24"/>
          <w:szCs w:val="24"/>
        </w:rPr>
        <w:t>Nazwa i numer rachunku bankowego Wykonawcy, na który Zamawiający będzie kierował wynagrodzenie za realizację przedmiotu umowy:</w:t>
      </w:r>
    </w:p>
    <w:p w14:paraId="5AABFD14" w14:textId="6BAD14CD" w:rsidR="009240A5" w:rsidRPr="009240A5" w:rsidRDefault="009240A5" w:rsidP="009240A5">
      <w:pPr>
        <w:spacing w:line="276" w:lineRule="auto"/>
        <w:ind w:left="720" w:hanging="436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Nazwa </w:t>
      </w:r>
      <w:proofErr w:type="gramStart"/>
      <w:r>
        <w:rPr>
          <w:caps/>
          <w:sz w:val="24"/>
          <w:szCs w:val="24"/>
        </w:rPr>
        <w:t xml:space="preserve">BANKU: </w:t>
      </w:r>
      <w:r w:rsidRPr="009240A5">
        <w:rPr>
          <w:caps/>
          <w:sz w:val="24"/>
          <w:szCs w:val="24"/>
        </w:rPr>
        <w:t>...........</w:t>
      </w:r>
      <w:r>
        <w:rPr>
          <w:caps/>
          <w:sz w:val="24"/>
          <w:szCs w:val="24"/>
        </w:rPr>
        <w:t>.....................................</w:t>
      </w:r>
      <w:proofErr w:type="gramEnd"/>
      <w:r>
        <w:rPr>
          <w:caps/>
          <w:sz w:val="24"/>
          <w:szCs w:val="24"/>
        </w:rPr>
        <w:t>.........................................</w:t>
      </w:r>
    </w:p>
    <w:p w14:paraId="1318BC1D" w14:textId="4C797C94" w:rsidR="009240A5" w:rsidRDefault="009240A5" w:rsidP="009240A5">
      <w:pPr>
        <w:spacing w:line="276" w:lineRule="auto"/>
        <w:ind w:left="720" w:hanging="436"/>
        <w:rPr>
          <w:rFonts w:ascii="Arial" w:hAnsi="Arial" w:cs="Arial"/>
          <w:caps/>
        </w:rPr>
      </w:pPr>
      <w:r>
        <w:rPr>
          <w:caps/>
          <w:sz w:val="24"/>
          <w:szCs w:val="24"/>
        </w:rPr>
        <w:t>NUMER:</w:t>
      </w:r>
      <w:r w:rsidRPr="009240A5">
        <w:rPr>
          <w:caps/>
          <w:sz w:val="24"/>
          <w:szCs w:val="24"/>
        </w:rPr>
        <w:t>....................................................................................................................</w:t>
      </w:r>
      <w:r>
        <w:rPr>
          <w:caps/>
          <w:sz w:val="24"/>
          <w:szCs w:val="24"/>
        </w:rPr>
        <w:t>.....................</w:t>
      </w:r>
    </w:p>
    <w:p w14:paraId="6E942C5B" w14:textId="77777777" w:rsidR="00DD393B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14:paraId="457682DD" w14:textId="2DDAD202" w:rsidR="001E597F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Do </w:t>
      </w:r>
      <w:r w:rsidR="00371967" w:rsidRPr="00DD393B">
        <w:rPr>
          <w:sz w:val="24"/>
          <w:szCs w:val="24"/>
        </w:rPr>
        <w:t>oferty dołączono</w:t>
      </w:r>
      <w:r w:rsidRPr="00DD393B">
        <w:rPr>
          <w:sz w:val="24"/>
          <w:szCs w:val="24"/>
        </w:rPr>
        <w:t>:</w:t>
      </w:r>
    </w:p>
    <w:p w14:paraId="6E873006" w14:textId="77777777"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……………………………………..</w:t>
      </w:r>
    </w:p>
    <w:p w14:paraId="534A4AEB" w14:textId="77777777"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14:paraId="6428F335" w14:textId="77777777" w:rsidR="002024EA" w:rsidRPr="00D417CE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D417CE">
        <w:rPr>
          <w:bCs/>
          <w:sz w:val="24"/>
        </w:rPr>
        <w:t>*</w:t>
      </w:r>
    </w:p>
    <w:p w14:paraId="1207304B" w14:textId="77777777" w:rsidR="002024EA" w:rsidRDefault="002024EA" w:rsidP="002024EA">
      <w:pPr>
        <w:pStyle w:val="Standard"/>
        <w:jc w:val="both"/>
        <w:rPr>
          <w:b/>
          <w:bCs/>
          <w:i/>
        </w:rPr>
      </w:pPr>
    </w:p>
    <w:p w14:paraId="6D541D2A" w14:textId="3B50DE94" w:rsidR="00E9751E" w:rsidRPr="003F2AED" w:rsidRDefault="002024EA" w:rsidP="003F2AED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t xml:space="preserve">* </w:t>
      </w:r>
      <w:r w:rsidR="00D417CE">
        <w:rPr>
          <w:b/>
          <w:bCs/>
          <w:i/>
        </w:rPr>
        <w:t xml:space="preserve">* </w:t>
      </w:r>
      <w:r w:rsidRPr="009C4530">
        <w:rPr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14:paraId="4EEFC686" w14:textId="77777777" w:rsidR="00E9751E" w:rsidRDefault="00E9751E" w:rsidP="00E9751E">
      <w:pPr>
        <w:spacing w:line="276" w:lineRule="auto"/>
        <w:rPr>
          <w:i/>
        </w:rPr>
      </w:pPr>
    </w:p>
    <w:p w14:paraId="5F9FDCAB" w14:textId="77777777"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</w:t>
      </w:r>
      <w:proofErr w:type="gramStart"/>
      <w:r w:rsidRPr="00B6149C">
        <w:rPr>
          <w:rStyle w:val="DeltaViewInsertion"/>
          <w:b w:val="0"/>
          <w:i w:val="0"/>
          <w:sz w:val="16"/>
          <w:szCs w:val="16"/>
        </w:rPr>
        <w:t xml:space="preserve">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>przedsiębiorstw</w:t>
      </w:r>
      <w:proofErr w:type="gramEnd"/>
      <w:r w:rsidRPr="00B6149C">
        <w:rPr>
          <w:rStyle w:val="DeltaViewInsertion"/>
          <w:b w:val="0"/>
          <w:i w:val="0"/>
          <w:sz w:val="16"/>
          <w:szCs w:val="16"/>
        </w:rPr>
        <w:t xml:space="preserve"> (Dz.U. L 124 z 20.5.2003, s</w:t>
      </w:r>
      <w:proofErr w:type="gramStart"/>
      <w:r w:rsidRPr="00B6149C">
        <w:rPr>
          <w:rStyle w:val="DeltaViewInsertion"/>
          <w:b w:val="0"/>
          <w:i w:val="0"/>
          <w:sz w:val="16"/>
          <w:szCs w:val="16"/>
        </w:rPr>
        <w:t xml:space="preserve">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>nformacje</w:t>
      </w:r>
      <w:proofErr w:type="gramEnd"/>
      <w:r w:rsidRPr="00B6149C">
        <w:rPr>
          <w:rStyle w:val="DeltaViewInsertion"/>
          <w:b w:val="0"/>
          <w:i w:val="0"/>
          <w:sz w:val="16"/>
          <w:szCs w:val="16"/>
        </w:rPr>
        <w:t xml:space="preserve"> są wymagane wyłącznie do celów statystycznych. </w:t>
      </w:r>
    </w:p>
    <w:p w14:paraId="12E16BBC" w14:textId="77777777" w:rsidR="002024EA" w:rsidRDefault="002024EA" w:rsidP="002024EA">
      <w:pPr>
        <w:pStyle w:val="Tekstprzypisudolnego"/>
        <w:jc w:val="both"/>
      </w:pPr>
    </w:p>
    <w:p w14:paraId="6CEEB614" w14:textId="77777777"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proofErr w:type="gramStart"/>
      <w:r w:rsidRPr="00581A18">
        <w:rPr>
          <w:b/>
          <w:bCs/>
          <w:sz w:val="18"/>
        </w:rPr>
        <w:t>średnie</w:t>
      </w:r>
      <w:proofErr w:type="gramEnd"/>
      <w:r w:rsidRPr="00581A18">
        <w:rPr>
          <w:b/>
          <w:bCs/>
          <w:sz w:val="18"/>
        </w:rPr>
        <w:t xml:space="preserve">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14:paraId="1CCC129B" w14:textId="77777777"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proofErr w:type="gramStart"/>
      <w:r w:rsidRPr="00581A18">
        <w:rPr>
          <w:b/>
          <w:bCs/>
          <w:sz w:val="18"/>
        </w:rPr>
        <w:t>małe</w:t>
      </w:r>
      <w:proofErr w:type="gramEnd"/>
      <w:r w:rsidRPr="00581A18">
        <w:rPr>
          <w:b/>
          <w:bCs/>
          <w:sz w:val="18"/>
        </w:rPr>
        <w:t xml:space="preserve">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14:paraId="5BF2892B" w14:textId="77777777"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proofErr w:type="gramStart"/>
      <w:r w:rsidRPr="007F018F">
        <w:rPr>
          <w:b/>
          <w:sz w:val="18"/>
        </w:rPr>
        <w:t>mikro</w:t>
      </w:r>
      <w:proofErr w:type="gramEnd"/>
      <w:r w:rsidRPr="007F018F">
        <w:rPr>
          <w:b/>
          <w:sz w:val="18"/>
        </w:rPr>
        <w:t xml:space="preserve">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 xml:space="preserve">osiągnął roczny obrót netto ze sprzedaży towarów, wyrobów i usług oraz operacji finansowych nieprzekraczający równowartości w złotych 2 milionów </w:t>
      </w:r>
      <w:r w:rsidRPr="007F018F">
        <w:rPr>
          <w:color w:val="222222"/>
          <w:sz w:val="18"/>
          <w:szCs w:val="18"/>
        </w:rPr>
        <w:lastRenderedPageBreak/>
        <w:t>euro, lub sumy aktywów jego bilansu sporządzonego na koniec jednego z tych lat nie przekroczyły równowartości w złotych 2 milionów euro.</w:t>
      </w:r>
    </w:p>
    <w:p w14:paraId="02850DB1" w14:textId="77777777"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14:paraId="456AF553" w14:textId="77777777"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proofErr w:type="gramStart"/>
      <w:r w:rsidRPr="0038488F">
        <w:rPr>
          <w:sz w:val="18"/>
          <w:szCs w:val="18"/>
          <w:lang w:eastAsia="en-US"/>
        </w:rPr>
        <w:t>rozporządzenie</w:t>
      </w:r>
      <w:proofErr w:type="gramEnd"/>
      <w:r w:rsidRPr="0038488F">
        <w:rPr>
          <w:sz w:val="18"/>
          <w:szCs w:val="18"/>
          <w:lang w:eastAsia="en-US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38488F">
        <w:rPr>
          <w:sz w:val="18"/>
          <w:szCs w:val="18"/>
          <w:lang w:eastAsia="en-US"/>
        </w:rPr>
        <w:t>str</w:t>
      </w:r>
      <w:proofErr w:type="gramEnd"/>
      <w:r w:rsidRPr="0038488F">
        <w:rPr>
          <w:sz w:val="18"/>
          <w:szCs w:val="18"/>
          <w:lang w:eastAsia="en-US"/>
        </w:rPr>
        <w:t xml:space="preserve">. 1). </w:t>
      </w:r>
    </w:p>
    <w:p w14:paraId="33524992" w14:textId="77777777" w:rsidR="002024EA" w:rsidRPr="0038488F" w:rsidRDefault="002024EA" w:rsidP="002024EA">
      <w:pPr>
        <w:ind w:left="720"/>
        <w:rPr>
          <w:sz w:val="18"/>
          <w:szCs w:val="18"/>
        </w:rPr>
      </w:pPr>
    </w:p>
    <w:p w14:paraId="76DD3D67" w14:textId="77777777"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proofErr w:type="gramStart"/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</w:t>
      </w:r>
      <w:proofErr w:type="gramEnd"/>
      <w:r w:rsidRPr="002024EA">
        <w:rPr>
          <w:color w:val="000000"/>
          <w:sz w:val="28"/>
          <w:szCs w:val="28"/>
          <w:vertAlign w:val="superscript"/>
        </w:rPr>
        <w:t xml:space="preserve"> skreślić</w:t>
      </w:r>
      <w:r w:rsidR="000074E8">
        <w:rPr>
          <w:color w:val="000000"/>
          <w:sz w:val="28"/>
          <w:szCs w:val="28"/>
          <w:vertAlign w:val="superscript"/>
        </w:rPr>
        <w:t>/zaznaczyć</w:t>
      </w:r>
      <w:r w:rsidR="000D0BB3">
        <w:rPr>
          <w:color w:val="000000"/>
          <w:sz w:val="28"/>
          <w:szCs w:val="28"/>
          <w:vertAlign w:val="superscript"/>
        </w:rPr>
        <w:t>/wpisać</w:t>
      </w:r>
    </w:p>
    <w:p w14:paraId="208990AE" w14:textId="77777777"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8802B37" w14:textId="77777777" w:rsidR="00B020A5" w:rsidRPr="007F3E90" w:rsidRDefault="00B020A5" w:rsidP="00B020A5">
      <w:pPr>
        <w:jc w:val="both"/>
        <w:rPr>
          <w:i/>
        </w:rPr>
      </w:pPr>
    </w:p>
    <w:p w14:paraId="4806CC2D" w14:textId="77777777"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9E9C2" w14:textId="77777777" w:rsidR="009F0E8F" w:rsidRDefault="009F0E8F">
      <w:r>
        <w:separator/>
      </w:r>
    </w:p>
  </w:endnote>
  <w:endnote w:type="continuationSeparator" w:id="0">
    <w:p w14:paraId="705E5D96" w14:textId="77777777" w:rsidR="009F0E8F" w:rsidRDefault="009F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753E9" w14:textId="77777777" w:rsidR="009F0E8F" w:rsidRDefault="009F0E8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E3FDC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E3FDC">
      <w:rPr>
        <w:b/>
        <w:bCs/>
        <w:noProof/>
      </w:rPr>
      <w:t>3</w:t>
    </w:r>
    <w:r>
      <w:rPr>
        <w:b/>
        <w:bCs/>
      </w:rPr>
      <w:fldChar w:fldCharType="end"/>
    </w:r>
  </w:p>
  <w:p w14:paraId="1FDB0377" w14:textId="77777777" w:rsidR="009F0E8F" w:rsidRDefault="009F0E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3A31A" w14:textId="77777777" w:rsidR="009F0E8F" w:rsidRDefault="009F0E8F">
      <w:r>
        <w:separator/>
      </w:r>
    </w:p>
  </w:footnote>
  <w:footnote w:type="continuationSeparator" w:id="0">
    <w:p w14:paraId="302E277E" w14:textId="77777777" w:rsidR="009F0E8F" w:rsidRDefault="009F0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CA3"/>
    <w:multiLevelType w:val="hybridMultilevel"/>
    <w:tmpl w:val="12EC40A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6895C4E"/>
    <w:multiLevelType w:val="hybridMultilevel"/>
    <w:tmpl w:val="22D21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5076E"/>
    <w:multiLevelType w:val="hybridMultilevel"/>
    <w:tmpl w:val="8CB801D0"/>
    <w:lvl w:ilvl="0" w:tplc="929CE8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3" w15:restartNumberingAfterBreak="0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6" w15:restartNumberingAfterBreak="0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8" w15:restartNumberingAfterBreak="0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1" w15:restartNumberingAfterBreak="0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2" w15:restartNumberingAfterBreak="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 w15:restartNumberingAfterBreak="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52E97F23"/>
    <w:multiLevelType w:val="hybridMultilevel"/>
    <w:tmpl w:val="0964867A"/>
    <w:lvl w:ilvl="0" w:tplc="1C7047C8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9" w15:restartNumberingAfterBreak="0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141368"/>
    <w:multiLevelType w:val="hybridMultilevel"/>
    <w:tmpl w:val="ACD27B9E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3032430"/>
    <w:multiLevelType w:val="hybridMultilevel"/>
    <w:tmpl w:val="68FCE8E6"/>
    <w:lvl w:ilvl="0" w:tplc="1C7047C8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 w15:restartNumberingAfterBreak="0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 w15:restartNumberingAfterBreak="0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9"/>
    <w:lvlOverride w:ilvl="0">
      <w:startOverride w:val="4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7"/>
  </w:num>
  <w:num w:numId="8">
    <w:abstractNumId w:val="15"/>
  </w:num>
  <w:num w:numId="9">
    <w:abstractNumId w:val="7"/>
  </w:num>
  <w:num w:numId="10">
    <w:abstractNumId w:val="25"/>
  </w:num>
  <w:num w:numId="11">
    <w:abstractNumId w:val="26"/>
  </w:num>
  <w:num w:numId="12">
    <w:abstractNumId w:val="39"/>
  </w:num>
  <w:num w:numId="13">
    <w:abstractNumId w:val="9"/>
  </w:num>
  <w:num w:numId="14">
    <w:abstractNumId w:val="29"/>
  </w:num>
  <w:num w:numId="15">
    <w:abstractNumId w:val="22"/>
  </w:num>
  <w:num w:numId="16">
    <w:abstractNumId w:val="36"/>
  </w:num>
  <w:num w:numId="17">
    <w:abstractNumId w:val="28"/>
  </w:num>
  <w:num w:numId="18">
    <w:abstractNumId w:val="2"/>
  </w:num>
  <w:num w:numId="19">
    <w:abstractNumId w:val="20"/>
  </w:num>
  <w:num w:numId="2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8"/>
  </w:num>
  <w:num w:numId="23">
    <w:abstractNumId w:val="23"/>
  </w:num>
  <w:num w:numId="24">
    <w:abstractNumId w:val="14"/>
  </w:num>
  <w:num w:numId="25">
    <w:abstractNumId w:val="35"/>
  </w:num>
  <w:num w:numId="26">
    <w:abstractNumId w:val="31"/>
  </w:num>
  <w:num w:numId="27">
    <w:abstractNumId w:val="13"/>
  </w:num>
  <w:num w:numId="28">
    <w:abstractNumId w:val="40"/>
  </w:num>
  <w:num w:numId="29">
    <w:abstractNumId w:val="11"/>
  </w:num>
  <w:num w:numId="30">
    <w:abstractNumId w:val="20"/>
    <w:lvlOverride w:ilvl="0">
      <w:startOverride w:val="2"/>
    </w:lvlOverride>
  </w:num>
  <w:num w:numId="31">
    <w:abstractNumId w:val="1"/>
  </w:num>
  <w:num w:numId="32">
    <w:abstractNumId w:val="38"/>
  </w:num>
  <w:num w:numId="33">
    <w:abstractNumId w:val="6"/>
  </w:num>
  <w:num w:numId="34">
    <w:abstractNumId w:val="34"/>
  </w:num>
  <w:num w:numId="35">
    <w:abstractNumId w:val="33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0"/>
  </w:num>
  <w:num w:numId="39">
    <w:abstractNumId w:val="18"/>
  </w:num>
  <w:num w:numId="40">
    <w:abstractNumId w:val="24"/>
  </w:num>
  <w:num w:numId="41">
    <w:abstractNumId w:val="37"/>
  </w:num>
  <w:num w:numId="42">
    <w:abstractNumId w:val="0"/>
  </w:num>
  <w:num w:numId="43">
    <w:abstractNumId w:val="32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074E8"/>
    <w:rsid w:val="000153E9"/>
    <w:rsid w:val="00034D04"/>
    <w:rsid w:val="0003653C"/>
    <w:rsid w:val="00037E0F"/>
    <w:rsid w:val="00053122"/>
    <w:rsid w:val="00060557"/>
    <w:rsid w:val="000614A8"/>
    <w:rsid w:val="00062DCA"/>
    <w:rsid w:val="0007431B"/>
    <w:rsid w:val="00093DEB"/>
    <w:rsid w:val="00097093"/>
    <w:rsid w:val="000A717F"/>
    <w:rsid w:val="000A7937"/>
    <w:rsid w:val="000B464F"/>
    <w:rsid w:val="000C2AEF"/>
    <w:rsid w:val="000D0BB3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783E"/>
    <w:rsid w:val="00227B40"/>
    <w:rsid w:val="00230A4B"/>
    <w:rsid w:val="00235AAD"/>
    <w:rsid w:val="0024449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2FF9"/>
    <w:rsid w:val="00325C2C"/>
    <w:rsid w:val="00337226"/>
    <w:rsid w:val="0033781D"/>
    <w:rsid w:val="003559F9"/>
    <w:rsid w:val="003561D3"/>
    <w:rsid w:val="0036687C"/>
    <w:rsid w:val="00371967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5292"/>
    <w:rsid w:val="003A6378"/>
    <w:rsid w:val="003B5B18"/>
    <w:rsid w:val="003C0240"/>
    <w:rsid w:val="003C27FF"/>
    <w:rsid w:val="003C3E83"/>
    <w:rsid w:val="003D2D95"/>
    <w:rsid w:val="003D470B"/>
    <w:rsid w:val="003D6D85"/>
    <w:rsid w:val="003E0FE4"/>
    <w:rsid w:val="003F2AED"/>
    <w:rsid w:val="003F4BB9"/>
    <w:rsid w:val="00401A50"/>
    <w:rsid w:val="00416AE1"/>
    <w:rsid w:val="00424FE3"/>
    <w:rsid w:val="00440EAE"/>
    <w:rsid w:val="004503CC"/>
    <w:rsid w:val="0045238C"/>
    <w:rsid w:val="00454C2D"/>
    <w:rsid w:val="00455456"/>
    <w:rsid w:val="004618B2"/>
    <w:rsid w:val="00471AC4"/>
    <w:rsid w:val="004851A5"/>
    <w:rsid w:val="0049275D"/>
    <w:rsid w:val="004A218C"/>
    <w:rsid w:val="004B5BF2"/>
    <w:rsid w:val="004B79FB"/>
    <w:rsid w:val="004E2F0D"/>
    <w:rsid w:val="004E3F0B"/>
    <w:rsid w:val="004F0D58"/>
    <w:rsid w:val="005116F6"/>
    <w:rsid w:val="00512850"/>
    <w:rsid w:val="00513DB8"/>
    <w:rsid w:val="00516ABC"/>
    <w:rsid w:val="00516E24"/>
    <w:rsid w:val="00530E7E"/>
    <w:rsid w:val="005431DB"/>
    <w:rsid w:val="005450BD"/>
    <w:rsid w:val="00546E99"/>
    <w:rsid w:val="0056177A"/>
    <w:rsid w:val="00561F9A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E3FDC"/>
    <w:rsid w:val="006F1E9A"/>
    <w:rsid w:val="006F726E"/>
    <w:rsid w:val="0070285F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AE6"/>
    <w:rsid w:val="00780B36"/>
    <w:rsid w:val="007844B5"/>
    <w:rsid w:val="00787F93"/>
    <w:rsid w:val="007A0BBB"/>
    <w:rsid w:val="007B38D4"/>
    <w:rsid w:val="007C0C7B"/>
    <w:rsid w:val="007C6303"/>
    <w:rsid w:val="007D3358"/>
    <w:rsid w:val="007D4074"/>
    <w:rsid w:val="007D4E4B"/>
    <w:rsid w:val="007F018F"/>
    <w:rsid w:val="007F17C1"/>
    <w:rsid w:val="007F24AC"/>
    <w:rsid w:val="007F2BC8"/>
    <w:rsid w:val="007F3E90"/>
    <w:rsid w:val="007F7567"/>
    <w:rsid w:val="00800135"/>
    <w:rsid w:val="00803F1F"/>
    <w:rsid w:val="008242B4"/>
    <w:rsid w:val="00824FAB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4C4B"/>
    <w:rsid w:val="008D1E92"/>
    <w:rsid w:val="008E2A63"/>
    <w:rsid w:val="008E58E5"/>
    <w:rsid w:val="008F21B0"/>
    <w:rsid w:val="008F2B06"/>
    <w:rsid w:val="009070CB"/>
    <w:rsid w:val="009201AA"/>
    <w:rsid w:val="009240A5"/>
    <w:rsid w:val="00924789"/>
    <w:rsid w:val="00930935"/>
    <w:rsid w:val="00936CFA"/>
    <w:rsid w:val="00943000"/>
    <w:rsid w:val="00943D30"/>
    <w:rsid w:val="009448AB"/>
    <w:rsid w:val="009A7175"/>
    <w:rsid w:val="009B5D85"/>
    <w:rsid w:val="009C16B3"/>
    <w:rsid w:val="009C4530"/>
    <w:rsid w:val="009F0E8F"/>
    <w:rsid w:val="00A03B5E"/>
    <w:rsid w:val="00A049FC"/>
    <w:rsid w:val="00A15B44"/>
    <w:rsid w:val="00A23A7E"/>
    <w:rsid w:val="00A245E4"/>
    <w:rsid w:val="00A3067D"/>
    <w:rsid w:val="00A413D4"/>
    <w:rsid w:val="00A45754"/>
    <w:rsid w:val="00A52A0B"/>
    <w:rsid w:val="00A54550"/>
    <w:rsid w:val="00A54840"/>
    <w:rsid w:val="00A57E4A"/>
    <w:rsid w:val="00A61906"/>
    <w:rsid w:val="00A63A9A"/>
    <w:rsid w:val="00A717C2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F239E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378DC"/>
    <w:rsid w:val="00B55BB9"/>
    <w:rsid w:val="00B6149C"/>
    <w:rsid w:val="00B621D3"/>
    <w:rsid w:val="00B73C5C"/>
    <w:rsid w:val="00B75CE7"/>
    <w:rsid w:val="00B7686B"/>
    <w:rsid w:val="00B809B4"/>
    <w:rsid w:val="00B9746C"/>
    <w:rsid w:val="00BA10F4"/>
    <w:rsid w:val="00BA5658"/>
    <w:rsid w:val="00BB4E14"/>
    <w:rsid w:val="00BC1AD5"/>
    <w:rsid w:val="00BD1205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17CE"/>
    <w:rsid w:val="00D4714D"/>
    <w:rsid w:val="00D52BFC"/>
    <w:rsid w:val="00D60D0E"/>
    <w:rsid w:val="00D61B40"/>
    <w:rsid w:val="00D63EC2"/>
    <w:rsid w:val="00D76BF5"/>
    <w:rsid w:val="00D80447"/>
    <w:rsid w:val="00D84318"/>
    <w:rsid w:val="00DC1D79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7148"/>
    <w:rsid w:val="00E52EF5"/>
    <w:rsid w:val="00E570EF"/>
    <w:rsid w:val="00E65FD7"/>
    <w:rsid w:val="00E7639A"/>
    <w:rsid w:val="00E818FE"/>
    <w:rsid w:val="00E85D72"/>
    <w:rsid w:val="00E8707C"/>
    <w:rsid w:val="00E9751E"/>
    <w:rsid w:val="00EA75B9"/>
    <w:rsid w:val="00EC2552"/>
    <w:rsid w:val="00EC2D83"/>
    <w:rsid w:val="00EC4AB3"/>
    <w:rsid w:val="00EC4C93"/>
    <w:rsid w:val="00ED3B62"/>
    <w:rsid w:val="00EE3132"/>
    <w:rsid w:val="00EF195B"/>
    <w:rsid w:val="00EF554A"/>
    <w:rsid w:val="00F07EBF"/>
    <w:rsid w:val="00F16B13"/>
    <w:rsid w:val="00F17EE6"/>
    <w:rsid w:val="00F2023B"/>
    <w:rsid w:val="00F270BC"/>
    <w:rsid w:val="00F30609"/>
    <w:rsid w:val="00F34BAF"/>
    <w:rsid w:val="00F364E3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6F94A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5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575F3878</Template>
  <TotalTime>78</TotalTime>
  <Pages>3</Pages>
  <Words>628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Joanna Misiurek</Company>
  <LinksUpToDate>false</LinksUpToDate>
  <CharactersWithSpaces>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Joanna Misiurek</dc:creator>
  <cp:keywords/>
  <dc:description/>
  <cp:lastModifiedBy>Konto Microsoft</cp:lastModifiedBy>
  <cp:revision>32</cp:revision>
  <cp:lastPrinted>2025-06-17T11:21:00Z</cp:lastPrinted>
  <dcterms:created xsi:type="dcterms:W3CDTF">2021-03-05T10:19:00Z</dcterms:created>
  <dcterms:modified xsi:type="dcterms:W3CDTF">2025-07-03T08:21:00Z</dcterms:modified>
</cp:coreProperties>
</file>